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E01" w:rsidRDefault="009E6E01" w:rsidP="009E6E01">
      <w:pPr>
        <w:rPr>
          <w:rFonts w:ascii="Arial" w:hAnsi="Arial" w:cs="Arial"/>
          <w:sz w:val="22"/>
          <w:szCs w:val="22"/>
        </w:rPr>
      </w:pPr>
    </w:p>
    <w:p w:rsidR="009E6E01" w:rsidRDefault="009E6E01" w:rsidP="009E6E01">
      <w:pPr>
        <w:rPr>
          <w:rFonts w:ascii="Arial" w:hAnsi="Arial" w:cs="Arial"/>
          <w:sz w:val="22"/>
          <w:szCs w:val="22"/>
        </w:rPr>
      </w:pPr>
    </w:p>
    <w:p w:rsidR="009E6E01" w:rsidRDefault="009E6E01" w:rsidP="009E6E01">
      <w:pPr>
        <w:rPr>
          <w:rFonts w:ascii="Arial" w:hAnsi="Arial" w:cs="Arial"/>
          <w:sz w:val="22"/>
          <w:szCs w:val="22"/>
        </w:rPr>
      </w:pPr>
    </w:p>
    <w:tbl>
      <w:tblPr>
        <w:tblW w:w="9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2835"/>
        <w:gridCol w:w="1572"/>
        <w:gridCol w:w="3498"/>
      </w:tblGrid>
      <w:tr w:rsidR="009E6E01" w:rsidRPr="00EC2A10" w:rsidTr="00804B20">
        <w:trPr>
          <w:gridAfter w:val="2"/>
          <w:wAfter w:w="5070" w:type="dxa"/>
          <w:trHeight w:val="993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04850" cy="628650"/>
                  <wp:effectExtent l="19050" t="0" r="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ΕΛΛΗΝΙΚΗ ΔΗΜΟΚΡΑΤΙΑ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B767B5" w:rsidRDefault="009E6E01" w:rsidP="00804B20">
            <w:pPr>
              <w:jc w:val="both"/>
              <w:rPr>
                <w:rFonts w:ascii="Arial" w:hAnsi="Arial" w:cs="Arial"/>
                <w:b/>
                <w:i/>
                <w:u w:val="single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Default="00C41E60" w:rsidP="00804B2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ΥΠΟΥΡΓΕΙΟ ΠΑΙΔΕΙΑΣ</w:t>
            </w:r>
            <w:r w:rsidR="009E6E01" w:rsidRPr="00EC2A10">
              <w:rPr>
                <w:rFonts w:ascii="Arial" w:hAnsi="Arial" w:cs="Arial"/>
                <w:noProof/>
              </w:rPr>
              <w:t xml:space="preserve"> </w:t>
            </w:r>
          </w:p>
          <w:p w:rsidR="009E6E01" w:rsidRPr="00EC2A10" w:rsidRDefault="00C41E60" w:rsidP="00C41E60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n-US"/>
              </w:rPr>
              <w:t xml:space="preserve">               </w:t>
            </w:r>
            <w:r w:rsidR="009E6E01" w:rsidRPr="00EC2A10">
              <w:rPr>
                <w:rFonts w:ascii="Arial" w:hAnsi="Arial" w:cs="Arial"/>
                <w:noProof/>
              </w:rPr>
              <w:t xml:space="preserve"> ΚΑΙ ΘΡΗΣΚΕΥΜΑΤΩΝ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64056D" w:rsidRDefault="00F438A3" w:rsidP="00F438A3">
            <w:pPr>
              <w:jc w:val="both"/>
              <w:rPr>
                <w:rFonts w:ascii="Arial" w:hAnsi="Arial" w:cs="Arial"/>
                <w:b/>
                <w:u w:val="single"/>
              </w:rPr>
            </w:pPr>
            <w:r w:rsidRPr="00F438A3">
              <w:rPr>
                <w:rFonts w:ascii="Arial" w:hAnsi="Arial" w:cs="Arial"/>
                <w:b/>
                <w:highlight w:val="yellow"/>
              </w:rPr>
              <w:t>Τόπος- Περιοχή</w:t>
            </w:r>
            <w:r w:rsidR="009E6E01" w:rsidRPr="0064056D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438A3">
              <w:rPr>
                <w:rFonts w:ascii="Arial" w:hAnsi="Arial" w:cs="Arial"/>
                <w:b/>
                <w:highlight w:val="cyan"/>
              </w:rPr>
              <w:t>ημερομηνία</w:t>
            </w:r>
            <w:r w:rsidR="009E6E0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ΠΕΡΙΦΕΡΕΙΑΚΗ Δ/ΝΣΗ Α/ΘΜΙΑΣ &amp;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9E6E01" w:rsidRDefault="009E6E01" w:rsidP="00804B20">
            <w:pPr>
              <w:jc w:val="both"/>
              <w:rPr>
                <w:rFonts w:ascii="Arial" w:hAnsi="Arial" w:cs="Arial"/>
                <w:b/>
              </w:rPr>
            </w:pPr>
            <w:r w:rsidRPr="0064056D">
              <w:rPr>
                <w:rFonts w:ascii="Arial" w:hAnsi="Arial" w:cs="Arial"/>
                <w:b/>
              </w:rPr>
              <w:t xml:space="preserve">Αρ. </w:t>
            </w:r>
            <w:proofErr w:type="spellStart"/>
            <w:r w:rsidRPr="0064056D">
              <w:rPr>
                <w:rFonts w:ascii="Arial" w:hAnsi="Arial" w:cs="Arial"/>
                <w:b/>
              </w:rPr>
              <w:t>Πρωτ</w:t>
            </w:r>
            <w:proofErr w:type="spellEnd"/>
            <w:r w:rsidRPr="0064056D">
              <w:rPr>
                <w:rFonts w:ascii="Arial" w:hAnsi="Arial" w:cs="Arial"/>
                <w:b/>
              </w:rPr>
              <w:t>.:</w:t>
            </w:r>
            <w:r>
              <w:rPr>
                <w:rFonts w:ascii="Arial" w:hAnsi="Arial" w:cs="Arial"/>
                <w:b/>
              </w:rPr>
              <w:t>…………</w:t>
            </w:r>
            <w:r w:rsidRPr="0064056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Β/ΘΜΙΑΣ ΕΚΠ/ΣΗΣ ΠΕΛΟΠΟΝΝΗΣΟΥ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9"/>
        </w:trPr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ΔΙΕΥΘΥΝΣΗ Β/ΘΜΙΑΣ ΕΚΠΑΙΔΕΥΣΗΣ</w:t>
            </w:r>
          </w:p>
          <w:p w:rsidR="009E6E01" w:rsidRDefault="009E6E01" w:rsidP="00804B20">
            <w:pPr>
              <w:jc w:val="center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ΚΟΡΙΝΘΙΑΣ</w:t>
            </w:r>
          </w:p>
          <w:p w:rsidR="009E6E01" w:rsidRPr="00AE7981" w:rsidRDefault="007B4B4E" w:rsidP="007B4B4E">
            <w:pPr>
              <w:jc w:val="center"/>
              <w:rPr>
                <w:rFonts w:ascii="Arial" w:hAnsi="Arial" w:cs="Arial"/>
              </w:rPr>
            </w:pPr>
            <w:r w:rsidRPr="00971D9D">
              <w:rPr>
                <w:rFonts w:ascii="Arial" w:hAnsi="Arial" w:cs="Arial"/>
                <w:highlight w:val="yellow"/>
              </w:rPr>
              <w:t>Εδώ γράψτε το σχολείο σας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right"/>
              <w:rPr>
                <w:rFonts w:ascii="Arial" w:hAnsi="Arial" w:cs="Arial"/>
                <w:b/>
              </w:rPr>
            </w:pPr>
            <w:r w:rsidRPr="00EC2A10">
              <w:rPr>
                <w:rFonts w:ascii="Arial" w:hAnsi="Arial" w:cs="Arial"/>
                <w:b/>
              </w:rPr>
              <w:t>ΠΡΟΣ :</w:t>
            </w:r>
          </w:p>
        </w:tc>
        <w:tc>
          <w:tcPr>
            <w:tcW w:w="3498" w:type="dxa"/>
          </w:tcPr>
          <w:p w:rsidR="009E6E01" w:rsidRPr="0064056D" w:rsidRDefault="009E6E01" w:rsidP="00804B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Τον </w:t>
            </w:r>
            <w:proofErr w:type="spellStart"/>
            <w:r>
              <w:rPr>
                <w:rFonts w:ascii="Arial" w:hAnsi="Arial" w:cs="Arial"/>
                <w:b/>
              </w:rPr>
              <w:t>Περ</w:t>
            </w:r>
            <w:proofErr w:type="spellEnd"/>
            <w:r>
              <w:rPr>
                <w:rFonts w:ascii="Arial" w:hAnsi="Arial" w:cs="Arial"/>
                <w:b/>
              </w:rPr>
              <w:t xml:space="preserve">. Δ/ντή </w:t>
            </w:r>
            <w:proofErr w:type="spellStart"/>
            <w:r>
              <w:rPr>
                <w:rFonts w:ascii="Arial" w:hAnsi="Arial" w:cs="Arial"/>
                <w:b/>
              </w:rPr>
              <w:t>Εκπ</w:t>
            </w:r>
            <w:proofErr w:type="spellEnd"/>
            <w:r>
              <w:rPr>
                <w:rFonts w:ascii="Arial" w:hAnsi="Arial" w:cs="Arial"/>
                <w:b/>
              </w:rPr>
              <w:t xml:space="preserve">/σης  Πελοποννήσου δια του Δ/ντή ΔΔΕ Κορινθίας.  </w:t>
            </w: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"/>
        </w:trPr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498" w:type="dxa"/>
          </w:tcPr>
          <w:p w:rsidR="009E6E01" w:rsidRPr="005E7451" w:rsidRDefault="009E6E01" w:rsidP="00804B20">
            <w:pPr>
              <w:pStyle w:val="3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>Πληροφορίες</w:t>
            </w:r>
            <w:r>
              <w:rPr>
                <w:rFonts w:ascii="Arial" w:hAnsi="Arial" w:cs="Arial"/>
              </w:rPr>
              <w:t xml:space="preserve"> </w:t>
            </w:r>
            <w:r w:rsidRPr="00EC2A10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proofErr w:type="spellStart"/>
            <w:r w:rsidRPr="00EC2A10">
              <w:rPr>
                <w:rFonts w:ascii="Arial" w:hAnsi="Arial" w:cs="Arial"/>
              </w:rPr>
              <w:t>Ταχ</w:t>
            </w:r>
            <w:proofErr w:type="spellEnd"/>
            <w:r w:rsidRPr="00EC2A10">
              <w:rPr>
                <w:rFonts w:ascii="Arial" w:hAnsi="Arial" w:cs="Arial"/>
              </w:rPr>
              <w:t xml:space="preserve">. Δ/νση : </w:t>
            </w:r>
            <w:r>
              <w:rPr>
                <w:rFonts w:ascii="Arial" w:hAnsi="Arial" w:cs="Arial"/>
              </w:rPr>
              <w:t xml:space="preserve">   </w:t>
            </w:r>
          </w:p>
          <w:p w:rsidR="009E6E01" w:rsidRPr="00F438A3" w:rsidRDefault="009E6E01" w:rsidP="00804B2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Ταχ</w:t>
            </w:r>
            <w:proofErr w:type="spellEnd"/>
            <w:r>
              <w:rPr>
                <w:rFonts w:ascii="Arial" w:hAnsi="Arial" w:cs="Arial"/>
              </w:rPr>
              <w:t>. Κωδ</w:t>
            </w:r>
            <w:r w:rsidR="00742237">
              <w:rPr>
                <w:rFonts w:ascii="Arial" w:hAnsi="Arial" w:cs="Arial"/>
              </w:rPr>
              <w:t>.: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 xml:space="preserve">Τηλέφωνο : </w:t>
            </w:r>
            <w:r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EC2A10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</w:rPr>
              <w:t xml:space="preserve">FAX : </w:t>
            </w:r>
            <w:r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</w:tr>
      <w:tr w:rsidR="009E6E01" w:rsidRPr="00FC5301" w:rsidTr="00804B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36" w:type="dxa"/>
            <w:gridSpan w:val="2"/>
          </w:tcPr>
          <w:p w:rsidR="009E6E01" w:rsidRDefault="009E6E01" w:rsidP="00804B20">
            <w:pPr>
              <w:jc w:val="both"/>
              <w:rPr>
                <w:rFonts w:ascii="Arial" w:hAnsi="Arial" w:cs="Arial"/>
              </w:rPr>
            </w:pPr>
            <w:r w:rsidRPr="00EC2A10">
              <w:rPr>
                <w:rFonts w:ascii="Arial" w:hAnsi="Arial" w:cs="Arial"/>
                <w:lang w:val="de-DE"/>
              </w:rPr>
              <w:t>e</w:t>
            </w:r>
            <w:r w:rsidRPr="00742237">
              <w:rPr>
                <w:rFonts w:ascii="Arial" w:hAnsi="Arial" w:cs="Arial"/>
              </w:rPr>
              <w:t>-</w:t>
            </w:r>
            <w:proofErr w:type="spellStart"/>
            <w:r w:rsidRPr="00EC2A10">
              <w:rPr>
                <w:rFonts w:ascii="Arial" w:hAnsi="Arial" w:cs="Arial"/>
                <w:lang w:val="de-DE"/>
              </w:rPr>
              <w:t>mail</w:t>
            </w:r>
            <w:proofErr w:type="spellEnd"/>
            <w:r w:rsidRPr="00742237">
              <w:rPr>
                <w:rFonts w:ascii="Arial" w:hAnsi="Arial" w:cs="Arial"/>
              </w:rPr>
              <w:t xml:space="preserve"> :           </w:t>
            </w:r>
          </w:p>
          <w:p w:rsidR="009E6E01" w:rsidRPr="00F40AF1" w:rsidRDefault="009E6E01" w:rsidP="00804B20">
            <w:pPr>
              <w:jc w:val="both"/>
              <w:rPr>
                <w:rFonts w:ascii="Arial" w:hAnsi="Arial" w:cs="Arial"/>
              </w:rPr>
            </w:pPr>
          </w:p>
          <w:p w:rsidR="009E6E01" w:rsidRPr="00742237" w:rsidRDefault="009E6E01" w:rsidP="00804B2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3498" w:type="dxa"/>
          </w:tcPr>
          <w:p w:rsidR="009E6E01" w:rsidRPr="00EC2A10" w:rsidRDefault="009E6E01" w:rsidP="00804B20">
            <w:pPr>
              <w:jc w:val="both"/>
              <w:rPr>
                <w:rFonts w:ascii="Arial" w:hAnsi="Arial" w:cs="Arial"/>
                <w:lang w:val="de-DE"/>
              </w:rPr>
            </w:pPr>
          </w:p>
        </w:tc>
      </w:tr>
      <w:tr w:rsidR="009E6E01" w:rsidRPr="00EC2A10" w:rsidTr="00804B20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E01" w:rsidRPr="00EC2A10" w:rsidRDefault="009E6E01" w:rsidP="00804B20">
            <w:pPr>
              <w:jc w:val="center"/>
              <w:rPr>
                <w:rFonts w:ascii="Arial" w:hAnsi="Arial" w:cs="Arial"/>
                <w:b/>
              </w:rPr>
            </w:pPr>
            <w:r w:rsidRPr="00EC2A10">
              <w:rPr>
                <w:rFonts w:ascii="Arial" w:hAnsi="Arial" w:cs="Arial"/>
                <w:b/>
              </w:rPr>
              <w:t>ΘΕΜΑ :</w:t>
            </w:r>
          </w:p>
        </w:tc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E01" w:rsidRPr="00445C5F" w:rsidRDefault="00447E20" w:rsidP="00703835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Αίτημα έγκρισης δωρεάν μεταφοράς </w:t>
            </w:r>
            <w:r w:rsidR="009E6E01">
              <w:rPr>
                <w:rFonts w:ascii="Arial" w:hAnsi="Arial"/>
                <w:b/>
                <w:bCs/>
                <w:sz w:val="22"/>
                <w:szCs w:val="22"/>
              </w:rPr>
              <w:t>για τους εκτός προβλεπόμενης χωροταξικής κατανομής</w:t>
            </w:r>
            <w:r w:rsidR="00703835">
              <w:rPr>
                <w:rFonts w:ascii="Arial" w:hAnsi="Arial"/>
                <w:b/>
                <w:bCs/>
                <w:sz w:val="22"/>
                <w:szCs w:val="22"/>
              </w:rPr>
              <w:t xml:space="preserve"> από όμορη Περιφερειακή Ενότητα</w:t>
            </w:r>
            <w:r w:rsidR="009E6E01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9E6E01" w:rsidRPr="00445C5F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E6E01" w:rsidRDefault="009E6E01" w:rsidP="009E6E01">
      <w:pPr>
        <w:jc w:val="both"/>
        <w:rPr>
          <w:rFonts w:ascii="Arial" w:hAnsi="Arial" w:cs="Arial"/>
        </w:rPr>
      </w:pPr>
    </w:p>
    <w:p w:rsidR="009E6E01" w:rsidRPr="006E031E" w:rsidRDefault="009E6E01" w:rsidP="00373D3B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Σχετ</w:t>
      </w:r>
      <w:proofErr w:type="spellEnd"/>
      <w:r>
        <w:rPr>
          <w:rFonts w:ascii="Arial" w:hAnsi="Arial" w:cs="Arial"/>
        </w:rPr>
        <w:t>:</w:t>
      </w:r>
      <w:r w:rsidR="00373D3B">
        <w:rPr>
          <w:rFonts w:ascii="Arial" w:hAnsi="Arial" w:cs="Arial"/>
        </w:rPr>
        <w:t xml:space="preserve"> </w:t>
      </w:r>
      <w:r w:rsidRPr="006E031E">
        <w:rPr>
          <w:rFonts w:ascii="Arial" w:hAnsi="Arial" w:cs="Arial"/>
        </w:rPr>
        <w:t>Την υπ’ αριθμ.</w:t>
      </w:r>
      <w:r w:rsidR="007B4B4E">
        <w:rPr>
          <w:rFonts w:ascii="Arial" w:hAnsi="Arial" w:cs="Arial"/>
        </w:rPr>
        <w:t>50025 Κ.Υ.Α</w:t>
      </w:r>
      <w:r w:rsidRPr="006E031E">
        <w:rPr>
          <w:rFonts w:ascii="Arial" w:hAnsi="Arial" w:cs="Arial"/>
        </w:rPr>
        <w:t xml:space="preserve"> ΦΕΚ </w:t>
      </w:r>
      <w:r w:rsidR="007B4B4E">
        <w:rPr>
          <w:rFonts w:ascii="Arial" w:hAnsi="Arial" w:cs="Arial"/>
        </w:rPr>
        <w:t>4217</w:t>
      </w:r>
      <w:r w:rsidRPr="006E031E">
        <w:rPr>
          <w:rFonts w:ascii="Arial" w:hAnsi="Arial" w:cs="Arial"/>
        </w:rPr>
        <w:t xml:space="preserve"> τεύχος Β΄ </w:t>
      </w:r>
      <w:r w:rsidR="007B4B4E">
        <w:rPr>
          <w:rFonts w:ascii="Arial" w:hAnsi="Arial" w:cs="Arial"/>
        </w:rPr>
        <w:t xml:space="preserve">26-09-2018 με θέμα </w:t>
      </w:r>
      <w:r w:rsidRPr="006E031E">
        <w:rPr>
          <w:rFonts w:ascii="Arial" w:hAnsi="Arial" w:cs="Arial"/>
        </w:rPr>
        <w:t>«</w:t>
      </w:r>
      <w:r w:rsidR="007B4B4E">
        <w:rPr>
          <w:rFonts w:ascii="Arial" w:hAnsi="Arial" w:cs="Arial"/>
        </w:rPr>
        <w:t>Μεταφορά μαθητών δημοσίων σχολείων από τις Περιφέρειες»</w:t>
      </w:r>
      <w:r w:rsidRPr="006E031E">
        <w:rPr>
          <w:rFonts w:ascii="Arial" w:hAnsi="Arial" w:cs="Arial"/>
        </w:rPr>
        <w:t xml:space="preserve">. </w:t>
      </w:r>
      <w:r w:rsidRPr="006E031E">
        <w:rPr>
          <w:rFonts w:ascii="Arial" w:hAnsi="Arial" w:cs="Arial"/>
        </w:rPr>
        <w:tab/>
      </w:r>
      <w:r w:rsidRPr="006E031E">
        <w:rPr>
          <w:rFonts w:ascii="Arial" w:hAnsi="Arial" w:cs="Arial"/>
        </w:rPr>
        <w:tab/>
      </w:r>
    </w:p>
    <w:p w:rsidR="009E6E01" w:rsidRPr="006E031E" w:rsidRDefault="009E6E01" w:rsidP="009E6E0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031E">
        <w:rPr>
          <w:rFonts w:ascii="Arial" w:hAnsi="Arial" w:cs="Arial"/>
          <w:sz w:val="22"/>
          <w:szCs w:val="22"/>
        </w:rPr>
        <w:t xml:space="preserve">  </w:t>
      </w:r>
    </w:p>
    <w:p w:rsidR="009E6E01" w:rsidRDefault="009E6E01" w:rsidP="009E6E01">
      <w:pPr>
        <w:ind w:firstLine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Σύμφωνα με </w:t>
      </w:r>
      <w:r w:rsidR="007B4B4E">
        <w:rPr>
          <w:rFonts w:ascii="Arial" w:hAnsi="Arial" w:cs="Arial"/>
        </w:rPr>
        <w:t xml:space="preserve">το άρθρο 1 του </w:t>
      </w:r>
      <w:r w:rsidR="00F924F5">
        <w:rPr>
          <w:rFonts w:ascii="Arial" w:hAnsi="Arial" w:cs="Arial"/>
        </w:rPr>
        <w:t>ανωτέρω</w:t>
      </w:r>
      <w:r w:rsidR="007B4B4E">
        <w:rPr>
          <w:rFonts w:ascii="Arial" w:hAnsi="Arial" w:cs="Arial"/>
        </w:rPr>
        <w:t xml:space="preserve"> σχετικού</w:t>
      </w:r>
      <w:r w:rsidR="00F924F5">
        <w:rPr>
          <w:rFonts w:ascii="Arial" w:hAnsi="Arial" w:cs="Arial"/>
        </w:rPr>
        <w:t>,</w:t>
      </w:r>
      <w:r w:rsidR="007B4B4E">
        <w:rPr>
          <w:rFonts w:ascii="Arial" w:hAnsi="Arial" w:cs="Arial"/>
        </w:rPr>
        <w:t xml:space="preserve"> παρ</w:t>
      </w:r>
      <w:r>
        <w:rPr>
          <w:rFonts w:ascii="Arial" w:hAnsi="Arial" w:cs="Arial"/>
        </w:rPr>
        <w:t>α</w:t>
      </w:r>
      <w:r w:rsidR="007B4B4E">
        <w:rPr>
          <w:rFonts w:ascii="Arial" w:hAnsi="Arial" w:cs="Arial"/>
        </w:rPr>
        <w:t>κα</w:t>
      </w:r>
      <w:r>
        <w:rPr>
          <w:rFonts w:ascii="Arial" w:hAnsi="Arial" w:cs="Arial"/>
        </w:rPr>
        <w:t>λούμε όπως εγκρίνετ</w:t>
      </w:r>
      <w:r w:rsidR="00A80A11">
        <w:rPr>
          <w:rFonts w:ascii="Arial" w:hAnsi="Arial" w:cs="Arial"/>
        </w:rPr>
        <w:t>ε</w:t>
      </w:r>
      <w:r>
        <w:rPr>
          <w:rFonts w:ascii="Arial" w:hAnsi="Arial" w:cs="Arial"/>
        </w:rPr>
        <w:t xml:space="preserve"> την δωρεάν μεταφορά των κάτωθι μαθητών </w:t>
      </w:r>
      <w:r w:rsidR="00605DE5">
        <w:rPr>
          <w:rFonts w:ascii="Arial" w:hAnsi="Arial" w:cs="Arial"/>
        </w:rPr>
        <w:t>που</w:t>
      </w:r>
      <w:r w:rsidR="005C063E">
        <w:rPr>
          <w:rFonts w:ascii="Arial" w:hAnsi="Arial" w:cs="Arial"/>
        </w:rPr>
        <w:t xml:space="preserve"> κατοικούν </w:t>
      </w:r>
      <w:r w:rsidR="00F438A3">
        <w:rPr>
          <w:rFonts w:ascii="Arial" w:hAnsi="Arial" w:cs="Arial"/>
        </w:rPr>
        <w:t>στην</w:t>
      </w:r>
      <w:r w:rsidR="005C063E">
        <w:rPr>
          <w:rFonts w:ascii="Arial" w:hAnsi="Arial" w:cs="Arial"/>
        </w:rPr>
        <w:t xml:space="preserve"> όμορη Περιφερειακή Ενότητα</w:t>
      </w:r>
      <w:r w:rsidR="00F438A3">
        <w:rPr>
          <w:rFonts w:ascii="Arial" w:hAnsi="Arial" w:cs="Arial"/>
        </w:rPr>
        <w:t>…………………………..,</w:t>
      </w:r>
      <w:r w:rsidR="00605DE5">
        <w:rPr>
          <w:rFonts w:ascii="Arial" w:hAnsi="Arial" w:cs="Arial"/>
        </w:rPr>
        <w:t xml:space="preserve"> εγγράφτηκαν</w:t>
      </w:r>
      <w:r w:rsidR="00605DE5" w:rsidRPr="00605DE5">
        <w:rPr>
          <w:rFonts w:ascii="Arial" w:hAnsi="Arial" w:cs="Arial"/>
        </w:rPr>
        <w:t xml:space="preserve"> </w:t>
      </w:r>
      <w:r w:rsidR="00605DE5">
        <w:rPr>
          <w:rFonts w:ascii="Arial" w:hAnsi="Arial" w:cs="Arial"/>
        </w:rPr>
        <w:t>και θα φοιτήσουν</w:t>
      </w:r>
      <w:r w:rsidR="008366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εκτός</w:t>
      </w:r>
      <w:r w:rsidR="005C063E">
        <w:rPr>
          <w:rFonts w:ascii="Arial" w:hAnsi="Arial" w:cs="Arial"/>
        </w:rPr>
        <w:t xml:space="preserve"> της </w:t>
      </w:r>
      <w:r>
        <w:rPr>
          <w:rFonts w:ascii="Arial" w:hAnsi="Arial" w:cs="Arial"/>
        </w:rPr>
        <w:t>προβλεπόμενης χωροταξικής κατανομής</w:t>
      </w:r>
      <w:r w:rsidR="007B4B4E">
        <w:rPr>
          <w:rFonts w:ascii="Arial" w:hAnsi="Arial" w:cs="Arial"/>
        </w:rPr>
        <w:t xml:space="preserve"> στο σχολείο </w:t>
      </w:r>
      <w:r w:rsidR="00F438A3">
        <w:rPr>
          <w:rFonts w:ascii="Arial" w:hAnsi="Arial" w:cs="Arial"/>
        </w:rPr>
        <w:t xml:space="preserve">μας για τους αναφερόμενους </w:t>
      </w:r>
      <w:r w:rsidR="00F924F5">
        <w:rPr>
          <w:rFonts w:ascii="Arial" w:hAnsi="Arial" w:cs="Arial"/>
        </w:rPr>
        <w:t>παρα</w:t>
      </w:r>
      <w:r w:rsidR="00F438A3">
        <w:rPr>
          <w:rFonts w:ascii="Arial" w:hAnsi="Arial" w:cs="Arial"/>
        </w:rPr>
        <w:t>κάτω λόγους ανά μαθητή</w:t>
      </w:r>
      <w:r w:rsidR="007B4B4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</w:p>
    <w:p w:rsidR="009E6E01" w:rsidRDefault="009E6E01" w:rsidP="009E6E01">
      <w:pPr>
        <w:rPr>
          <w:rFonts w:ascii="Arial" w:hAnsi="Arial" w:cs="Arial"/>
          <w:sz w:val="22"/>
          <w:szCs w:val="22"/>
        </w:rPr>
      </w:pPr>
    </w:p>
    <w:tbl>
      <w:tblPr>
        <w:tblStyle w:val="a5"/>
        <w:tblpPr w:leftFromText="180" w:rightFromText="180" w:vertAnchor="text" w:horzAnchor="margin" w:tblpXSpec="center" w:tblpY="152"/>
        <w:tblW w:w="9215" w:type="dxa"/>
        <w:tblLayout w:type="fixed"/>
        <w:tblLook w:val="04A0"/>
      </w:tblPr>
      <w:tblGrid>
        <w:gridCol w:w="567"/>
        <w:gridCol w:w="1135"/>
        <w:gridCol w:w="1559"/>
        <w:gridCol w:w="1984"/>
        <w:gridCol w:w="567"/>
        <w:gridCol w:w="709"/>
        <w:gridCol w:w="2694"/>
      </w:tblGrid>
      <w:tr w:rsidR="0006277B" w:rsidTr="0006277B">
        <w:trPr>
          <w:trHeight w:val="639"/>
        </w:trPr>
        <w:tc>
          <w:tcPr>
            <w:tcW w:w="567" w:type="dxa"/>
          </w:tcPr>
          <w:p w:rsidR="0006277B" w:rsidRPr="005A4857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4857">
              <w:rPr>
                <w:rFonts w:ascii="Arial" w:hAnsi="Arial" w:cs="Arial"/>
                <w:b/>
                <w:sz w:val="18"/>
                <w:szCs w:val="18"/>
              </w:rPr>
              <w:t>α/α</w:t>
            </w:r>
          </w:p>
        </w:tc>
        <w:tc>
          <w:tcPr>
            <w:tcW w:w="1135" w:type="dxa"/>
          </w:tcPr>
          <w:p w:rsidR="0006277B" w:rsidRPr="005A4857" w:rsidRDefault="0006277B" w:rsidP="00D85DEE">
            <w:pPr>
              <w:tabs>
                <w:tab w:val="center" w:pos="4140"/>
                <w:tab w:val="center" w:pos="540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Αρχικά ον</w:t>
            </w:r>
            <w:r w:rsidR="00D85DEE">
              <w:rPr>
                <w:rFonts w:ascii="Arial" w:hAnsi="Arial" w:cs="Arial"/>
                <w:b/>
                <w:sz w:val="18"/>
                <w:szCs w:val="18"/>
              </w:rPr>
              <w:t>ό</w:t>
            </w:r>
            <w:r>
              <w:rPr>
                <w:rFonts w:ascii="Arial" w:hAnsi="Arial" w:cs="Arial"/>
                <w:b/>
                <w:sz w:val="18"/>
                <w:szCs w:val="18"/>
              </w:rPr>
              <w:t>ματ</w:t>
            </w:r>
            <w:r w:rsidR="00D85DEE">
              <w:rPr>
                <w:rFonts w:ascii="Arial" w:hAnsi="Arial" w:cs="Arial"/>
                <w:b/>
                <w:sz w:val="18"/>
                <w:szCs w:val="18"/>
              </w:rPr>
              <w:t>ος-επωνύ</w:t>
            </w:r>
            <w:r>
              <w:rPr>
                <w:rFonts w:ascii="Arial" w:hAnsi="Arial" w:cs="Arial"/>
                <w:b/>
                <w:sz w:val="18"/>
                <w:szCs w:val="18"/>
              </w:rPr>
              <w:t>μου</w:t>
            </w:r>
          </w:p>
        </w:tc>
        <w:tc>
          <w:tcPr>
            <w:tcW w:w="1559" w:type="dxa"/>
          </w:tcPr>
          <w:p w:rsidR="0006277B" w:rsidRPr="00E25353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Αριθμός μητρώου μαθητή</w:t>
            </w:r>
          </w:p>
        </w:tc>
        <w:tc>
          <w:tcPr>
            <w:tcW w:w="1984" w:type="dxa"/>
          </w:tcPr>
          <w:p w:rsidR="0006277B" w:rsidRPr="005A4857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4857">
              <w:rPr>
                <w:rFonts w:ascii="Arial" w:hAnsi="Arial" w:cs="Arial"/>
                <w:b/>
                <w:sz w:val="18"/>
                <w:szCs w:val="18"/>
              </w:rPr>
              <w:t>Τόπος κατοικίας</w:t>
            </w:r>
          </w:p>
        </w:tc>
        <w:tc>
          <w:tcPr>
            <w:tcW w:w="567" w:type="dxa"/>
          </w:tcPr>
          <w:p w:rsidR="0006277B" w:rsidRPr="005A4857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Τάξη</w:t>
            </w:r>
          </w:p>
        </w:tc>
        <w:tc>
          <w:tcPr>
            <w:tcW w:w="709" w:type="dxa"/>
          </w:tcPr>
          <w:p w:rsidR="0006277B" w:rsidRPr="005A4857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A4857">
              <w:rPr>
                <w:rFonts w:ascii="Arial" w:hAnsi="Arial" w:cs="Arial"/>
                <w:b/>
                <w:sz w:val="18"/>
                <w:szCs w:val="18"/>
              </w:rPr>
              <w:t>Χιλιομ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5A4857">
              <w:rPr>
                <w:rFonts w:ascii="Arial" w:hAnsi="Arial" w:cs="Arial"/>
                <w:b/>
                <w:sz w:val="18"/>
                <w:szCs w:val="18"/>
              </w:rPr>
              <w:t xml:space="preserve"> απόσταση</w:t>
            </w:r>
          </w:p>
        </w:tc>
        <w:tc>
          <w:tcPr>
            <w:tcW w:w="2694" w:type="dxa"/>
          </w:tcPr>
          <w:p w:rsidR="0006277B" w:rsidRPr="005A4857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Λόγοι</w:t>
            </w:r>
          </w:p>
        </w:tc>
      </w:tr>
      <w:tr w:rsidR="0006277B" w:rsidRPr="008F4386" w:rsidTr="0006277B">
        <w:trPr>
          <w:trHeight w:val="249"/>
        </w:trPr>
        <w:tc>
          <w:tcPr>
            <w:tcW w:w="567" w:type="dxa"/>
          </w:tcPr>
          <w:p w:rsidR="0006277B" w:rsidRPr="008F4386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6277B" w:rsidRPr="008F4386" w:rsidTr="0006277B">
        <w:trPr>
          <w:trHeight w:val="214"/>
        </w:trPr>
        <w:tc>
          <w:tcPr>
            <w:tcW w:w="567" w:type="dxa"/>
          </w:tcPr>
          <w:p w:rsidR="0006277B" w:rsidRPr="008F4386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6277B" w:rsidRPr="008F4386" w:rsidTr="0006277B">
        <w:trPr>
          <w:trHeight w:val="178"/>
        </w:trPr>
        <w:tc>
          <w:tcPr>
            <w:tcW w:w="567" w:type="dxa"/>
          </w:tcPr>
          <w:p w:rsidR="0006277B" w:rsidRPr="008F4386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6277B" w:rsidRPr="008F4386" w:rsidTr="0006277B">
        <w:trPr>
          <w:trHeight w:val="148"/>
        </w:trPr>
        <w:tc>
          <w:tcPr>
            <w:tcW w:w="567" w:type="dxa"/>
          </w:tcPr>
          <w:p w:rsidR="0006277B" w:rsidRPr="008F4386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6277B" w:rsidRPr="008F4386" w:rsidTr="0006277B">
        <w:trPr>
          <w:trHeight w:val="80"/>
        </w:trPr>
        <w:tc>
          <w:tcPr>
            <w:tcW w:w="567" w:type="dxa"/>
          </w:tcPr>
          <w:p w:rsidR="0006277B" w:rsidRPr="008F4386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6277B" w:rsidRPr="008F4386" w:rsidTr="0006277B">
        <w:trPr>
          <w:trHeight w:val="126"/>
        </w:trPr>
        <w:tc>
          <w:tcPr>
            <w:tcW w:w="567" w:type="dxa"/>
          </w:tcPr>
          <w:p w:rsidR="0006277B" w:rsidRPr="008F4386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06277B" w:rsidRPr="008F4386" w:rsidTr="0006277B">
        <w:trPr>
          <w:trHeight w:val="200"/>
        </w:trPr>
        <w:tc>
          <w:tcPr>
            <w:tcW w:w="567" w:type="dxa"/>
          </w:tcPr>
          <w:p w:rsidR="0006277B" w:rsidRPr="008F4386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F4386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694" w:type="dxa"/>
          </w:tcPr>
          <w:p w:rsidR="0006277B" w:rsidRPr="00AE7981" w:rsidRDefault="0006277B" w:rsidP="0006277B">
            <w:pPr>
              <w:tabs>
                <w:tab w:val="center" w:pos="4140"/>
                <w:tab w:val="center" w:pos="5400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9E6E01" w:rsidRDefault="009E6E01" w:rsidP="009E6E01">
      <w:pPr>
        <w:tabs>
          <w:tab w:val="center" w:pos="4140"/>
          <w:tab w:val="center" w:pos="5400"/>
        </w:tabs>
        <w:ind w:left="3600"/>
        <w:rPr>
          <w:rFonts w:ascii="Arial" w:hAnsi="Arial" w:cs="Arial"/>
          <w:b/>
          <w:sz w:val="22"/>
          <w:szCs w:val="22"/>
        </w:rPr>
      </w:pPr>
    </w:p>
    <w:p w:rsidR="009E6E01" w:rsidRPr="008F4386" w:rsidRDefault="009E6E01" w:rsidP="009E6E01">
      <w:pPr>
        <w:tabs>
          <w:tab w:val="center" w:pos="4140"/>
          <w:tab w:val="center" w:pos="5400"/>
        </w:tabs>
        <w:ind w:left="3600"/>
        <w:rPr>
          <w:rFonts w:ascii="Arial" w:hAnsi="Arial" w:cs="Arial"/>
          <w:b/>
          <w:sz w:val="18"/>
          <w:szCs w:val="18"/>
        </w:rPr>
      </w:pPr>
    </w:p>
    <w:p w:rsidR="009E6E01" w:rsidRDefault="009E6E01" w:rsidP="009E6E01">
      <w:pPr>
        <w:tabs>
          <w:tab w:val="center" w:pos="4140"/>
          <w:tab w:val="center" w:pos="5400"/>
        </w:tabs>
        <w:ind w:left="3600"/>
        <w:rPr>
          <w:rFonts w:ascii="Arial" w:hAnsi="Arial" w:cs="Arial"/>
          <w:b/>
          <w:sz w:val="22"/>
          <w:szCs w:val="22"/>
        </w:rPr>
      </w:pPr>
    </w:p>
    <w:p w:rsidR="009E6E01" w:rsidRPr="000B2397" w:rsidRDefault="009E6E01" w:rsidP="009E6E01">
      <w:pPr>
        <w:tabs>
          <w:tab w:val="center" w:pos="4500"/>
          <w:tab w:val="center" w:pos="4680"/>
          <w:tab w:val="center" w:pos="5220"/>
          <w:tab w:val="center" w:pos="5580"/>
          <w:tab w:val="center" w:pos="594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0B2397">
        <w:rPr>
          <w:rFonts w:ascii="Arial" w:hAnsi="Arial" w:cs="Arial"/>
          <w:b/>
          <w:sz w:val="22"/>
          <w:szCs w:val="22"/>
        </w:rPr>
        <w:t>Ο</w:t>
      </w:r>
      <w:r>
        <w:rPr>
          <w:rFonts w:ascii="Arial" w:hAnsi="Arial" w:cs="Arial"/>
          <w:b/>
          <w:sz w:val="22"/>
          <w:szCs w:val="22"/>
        </w:rPr>
        <w:t>/Η</w:t>
      </w:r>
      <w:r w:rsidRPr="000B2397">
        <w:rPr>
          <w:rFonts w:ascii="Arial" w:hAnsi="Arial" w:cs="Arial"/>
          <w:b/>
          <w:sz w:val="22"/>
          <w:szCs w:val="22"/>
        </w:rPr>
        <w:t xml:space="preserve"> ΔΙΕΥΘΥΝΤΗΣ</w:t>
      </w:r>
      <w:r>
        <w:rPr>
          <w:rFonts w:ascii="Arial" w:hAnsi="Arial" w:cs="Arial"/>
          <w:b/>
          <w:sz w:val="22"/>
          <w:szCs w:val="22"/>
        </w:rPr>
        <w:t>/ΤΡΙΑ</w:t>
      </w:r>
      <w:r w:rsidRPr="000B2397">
        <w:rPr>
          <w:rFonts w:ascii="Arial" w:hAnsi="Arial" w:cs="Arial"/>
          <w:b/>
          <w:sz w:val="22"/>
          <w:szCs w:val="22"/>
        </w:rPr>
        <w:t xml:space="preserve"> </w:t>
      </w:r>
    </w:p>
    <w:p w:rsidR="009E6E01" w:rsidRPr="000B2397" w:rsidRDefault="009E6E01" w:rsidP="009E6E01">
      <w:pPr>
        <w:tabs>
          <w:tab w:val="center" w:pos="3780"/>
          <w:tab w:val="center" w:pos="4500"/>
          <w:tab w:val="center" w:pos="4680"/>
          <w:tab w:val="center" w:pos="5220"/>
          <w:tab w:val="center" w:pos="5580"/>
          <w:tab w:val="center" w:pos="5940"/>
        </w:tabs>
        <w:jc w:val="center"/>
        <w:rPr>
          <w:rFonts w:ascii="Arial" w:hAnsi="Arial" w:cs="Arial"/>
          <w:b/>
          <w:sz w:val="22"/>
          <w:szCs w:val="22"/>
        </w:rPr>
      </w:pPr>
    </w:p>
    <w:p w:rsidR="009E6E01" w:rsidRDefault="009E6E01" w:rsidP="009E6E01">
      <w:pPr>
        <w:tabs>
          <w:tab w:val="center" w:pos="3780"/>
          <w:tab w:val="center" w:pos="4140"/>
          <w:tab w:val="center" w:pos="4500"/>
          <w:tab w:val="center" w:pos="4680"/>
          <w:tab w:val="center" w:pos="5040"/>
          <w:tab w:val="center" w:pos="5220"/>
          <w:tab w:val="center" w:pos="5400"/>
          <w:tab w:val="center" w:pos="5580"/>
          <w:tab w:val="center" w:pos="5940"/>
        </w:tabs>
        <w:jc w:val="center"/>
        <w:rPr>
          <w:rFonts w:ascii="Arial" w:hAnsi="Arial" w:cs="Arial"/>
          <w:b/>
          <w:sz w:val="22"/>
          <w:szCs w:val="22"/>
        </w:rPr>
      </w:pPr>
    </w:p>
    <w:p w:rsidR="009E6E01" w:rsidRDefault="009E6E01" w:rsidP="009E6E01">
      <w:pPr>
        <w:tabs>
          <w:tab w:val="center" w:pos="4500"/>
          <w:tab w:val="center" w:pos="4680"/>
          <w:tab w:val="center" w:pos="5220"/>
          <w:tab w:val="center" w:pos="5580"/>
          <w:tab w:val="center" w:pos="594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Υπογραφή - σφραγίδα</w:t>
      </w:r>
    </w:p>
    <w:p w:rsidR="009E6E01" w:rsidRPr="000B2397" w:rsidRDefault="009E6E01" w:rsidP="009E6E01">
      <w:pPr>
        <w:tabs>
          <w:tab w:val="center" w:pos="4500"/>
          <w:tab w:val="center" w:pos="4680"/>
          <w:tab w:val="center" w:pos="5220"/>
          <w:tab w:val="center" w:pos="5580"/>
          <w:tab w:val="center" w:pos="5940"/>
        </w:tabs>
        <w:rPr>
          <w:rFonts w:ascii="Arial" w:hAnsi="Arial" w:cs="Arial"/>
          <w:b/>
          <w:sz w:val="22"/>
          <w:szCs w:val="22"/>
        </w:rPr>
      </w:pPr>
    </w:p>
    <w:p w:rsidR="00172120" w:rsidRPr="009E6E01" w:rsidRDefault="00172120" w:rsidP="009E6E01">
      <w:pPr>
        <w:tabs>
          <w:tab w:val="left" w:pos="5310"/>
        </w:tabs>
        <w:rPr>
          <w:rFonts w:ascii="Arial" w:hAnsi="Arial" w:cs="Arial"/>
          <w:sz w:val="22"/>
          <w:szCs w:val="22"/>
        </w:rPr>
      </w:pPr>
    </w:p>
    <w:sectPr w:rsidR="00172120" w:rsidRPr="009E6E01" w:rsidSect="00EC2A10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50F" w:rsidRDefault="0078050F" w:rsidP="009E6E01">
      <w:r>
        <w:separator/>
      </w:r>
    </w:p>
  </w:endnote>
  <w:endnote w:type="continuationSeparator" w:id="0">
    <w:p w:rsidR="0078050F" w:rsidRDefault="0078050F" w:rsidP="009E6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50F" w:rsidRDefault="0078050F" w:rsidP="009E6E01">
      <w:r>
        <w:separator/>
      </w:r>
    </w:p>
  </w:footnote>
  <w:footnote w:type="continuationSeparator" w:id="0">
    <w:p w:rsidR="0078050F" w:rsidRDefault="0078050F" w:rsidP="009E6E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B393D"/>
    <w:multiLevelType w:val="hybridMultilevel"/>
    <w:tmpl w:val="17AC67EC"/>
    <w:lvl w:ilvl="0" w:tplc="A4AAB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C72B9F"/>
    <w:multiLevelType w:val="hybridMultilevel"/>
    <w:tmpl w:val="4D7E42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B2138"/>
    <w:multiLevelType w:val="hybridMultilevel"/>
    <w:tmpl w:val="51B60A48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C3D6475"/>
    <w:multiLevelType w:val="hybridMultilevel"/>
    <w:tmpl w:val="17AC67EC"/>
    <w:lvl w:ilvl="0" w:tplc="A4AAB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D403C1"/>
    <w:multiLevelType w:val="hybridMultilevel"/>
    <w:tmpl w:val="4D7E42A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062501"/>
    <w:multiLevelType w:val="hybridMultilevel"/>
    <w:tmpl w:val="79F06214"/>
    <w:lvl w:ilvl="0" w:tplc="28E42AE2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A6B34E6"/>
    <w:multiLevelType w:val="hybridMultilevel"/>
    <w:tmpl w:val="564624C8"/>
    <w:lvl w:ilvl="0" w:tplc="8E6A0F0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DA14E79"/>
    <w:multiLevelType w:val="hybridMultilevel"/>
    <w:tmpl w:val="8690C5C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D37"/>
    <w:rsid w:val="00000A41"/>
    <w:rsid w:val="00002899"/>
    <w:rsid w:val="00011E79"/>
    <w:rsid w:val="000131AF"/>
    <w:rsid w:val="00020DDA"/>
    <w:rsid w:val="00023869"/>
    <w:rsid w:val="00024386"/>
    <w:rsid w:val="00025B21"/>
    <w:rsid w:val="00030245"/>
    <w:rsid w:val="000406AF"/>
    <w:rsid w:val="0006271C"/>
    <w:rsid w:val="0006277B"/>
    <w:rsid w:val="00063E88"/>
    <w:rsid w:val="00067480"/>
    <w:rsid w:val="0007512C"/>
    <w:rsid w:val="00086206"/>
    <w:rsid w:val="000A0262"/>
    <w:rsid w:val="000A5D5B"/>
    <w:rsid w:val="000B090A"/>
    <w:rsid w:val="000B2397"/>
    <w:rsid w:val="000D34DD"/>
    <w:rsid w:val="000D65F1"/>
    <w:rsid w:val="000D6F9E"/>
    <w:rsid w:val="0010565A"/>
    <w:rsid w:val="00121FC4"/>
    <w:rsid w:val="001275C4"/>
    <w:rsid w:val="0013099F"/>
    <w:rsid w:val="00150B8A"/>
    <w:rsid w:val="00156C8A"/>
    <w:rsid w:val="001570D7"/>
    <w:rsid w:val="00172120"/>
    <w:rsid w:val="0019290F"/>
    <w:rsid w:val="00197315"/>
    <w:rsid w:val="0019752F"/>
    <w:rsid w:val="001A08FA"/>
    <w:rsid w:val="001A36F9"/>
    <w:rsid w:val="001D3266"/>
    <w:rsid w:val="001D39A8"/>
    <w:rsid w:val="001E4850"/>
    <w:rsid w:val="001F4659"/>
    <w:rsid w:val="001F76E9"/>
    <w:rsid w:val="00203478"/>
    <w:rsid w:val="00204615"/>
    <w:rsid w:val="002063D8"/>
    <w:rsid w:val="00211EE1"/>
    <w:rsid w:val="00224270"/>
    <w:rsid w:val="00230DB0"/>
    <w:rsid w:val="002441EE"/>
    <w:rsid w:val="00254AD0"/>
    <w:rsid w:val="002623F8"/>
    <w:rsid w:val="00265578"/>
    <w:rsid w:val="002706EB"/>
    <w:rsid w:val="002909E9"/>
    <w:rsid w:val="002A65E1"/>
    <w:rsid w:val="002D27F1"/>
    <w:rsid w:val="002E06DC"/>
    <w:rsid w:val="002E08C6"/>
    <w:rsid w:val="002F2D37"/>
    <w:rsid w:val="00305C6E"/>
    <w:rsid w:val="0032772E"/>
    <w:rsid w:val="003348D5"/>
    <w:rsid w:val="003419A1"/>
    <w:rsid w:val="00342D1C"/>
    <w:rsid w:val="00360E7A"/>
    <w:rsid w:val="00364E84"/>
    <w:rsid w:val="003700CF"/>
    <w:rsid w:val="00373D3B"/>
    <w:rsid w:val="00376874"/>
    <w:rsid w:val="003A2DCE"/>
    <w:rsid w:val="003A6DFC"/>
    <w:rsid w:val="003B508A"/>
    <w:rsid w:val="003C6791"/>
    <w:rsid w:val="003C77B1"/>
    <w:rsid w:val="003F22F7"/>
    <w:rsid w:val="0040198B"/>
    <w:rsid w:val="00412DD3"/>
    <w:rsid w:val="00426105"/>
    <w:rsid w:val="004269FF"/>
    <w:rsid w:val="00442829"/>
    <w:rsid w:val="004447D5"/>
    <w:rsid w:val="00445C5F"/>
    <w:rsid w:val="00447E20"/>
    <w:rsid w:val="00450167"/>
    <w:rsid w:val="004608C3"/>
    <w:rsid w:val="0048213B"/>
    <w:rsid w:val="00487552"/>
    <w:rsid w:val="0049655A"/>
    <w:rsid w:val="004A6F40"/>
    <w:rsid w:val="004E26C8"/>
    <w:rsid w:val="004E3C91"/>
    <w:rsid w:val="005125AE"/>
    <w:rsid w:val="00530BC3"/>
    <w:rsid w:val="00531B15"/>
    <w:rsid w:val="00533DC4"/>
    <w:rsid w:val="00540340"/>
    <w:rsid w:val="00541396"/>
    <w:rsid w:val="00545643"/>
    <w:rsid w:val="005471A6"/>
    <w:rsid w:val="00580AB7"/>
    <w:rsid w:val="005B7EDB"/>
    <w:rsid w:val="005C063E"/>
    <w:rsid w:val="005E0132"/>
    <w:rsid w:val="005E1E40"/>
    <w:rsid w:val="005E7451"/>
    <w:rsid w:val="005F4FAA"/>
    <w:rsid w:val="00605DE5"/>
    <w:rsid w:val="00633A05"/>
    <w:rsid w:val="0064056D"/>
    <w:rsid w:val="00640B25"/>
    <w:rsid w:val="006708A2"/>
    <w:rsid w:val="00686417"/>
    <w:rsid w:val="0069277E"/>
    <w:rsid w:val="006A29D1"/>
    <w:rsid w:val="006B49F0"/>
    <w:rsid w:val="006B594C"/>
    <w:rsid w:val="006C1DCE"/>
    <w:rsid w:val="006D0D71"/>
    <w:rsid w:val="006D525E"/>
    <w:rsid w:val="006D5A29"/>
    <w:rsid w:val="006D7CB1"/>
    <w:rsid w:val="006E031E"/>
    <w:rsid w:val="006E33F6"/>
    <w:rsid w:val="006F1EAC"/>
    <w:rsid w:val="006F1ED8"/>
    <w:rsid w:val="00703835"/>
    <w:rsid w:val="00722F67"/>
    <w:rsid w:val="00725766"/>
    <w:rsid w:val="00735ED4"/>
    <w:rsid w:val="007410CC"/>
    <w:rsid w:val="00742237"/>
    <w:rsid w:val="00750DA7"/>
    <w:rsid w:val="00765B25"/>
    <w:rsid w:val="0078050F"/>
    <w:rsid w:val="00783386"/>
    <w:rsid w:val="007920AF"/>
    <w:rsid w:val="007934F3"/>
    <w:rsid w:val="007A2DE6"/>
    <w:rsid w:val="007B3B6D"/>
    <w:rsid w:val="007B4B4E"/>
    <w:rsid w:val="007C6A20"/>
    <w:rsid w:val="007D7BDA"/>
    <w:rsid w:val="007E610A"/>
    <w:rsid w:val="007E74FD"/>
    <w:rsid w:val="007E7935"/>
    <w:rsid w:val="00802E86"/>
    <w:rsid w:val="008101A6"/>
    <w:rsid w:val="00811B6A"/>
    <w:rsid w:val="00813BD6"/>
    <w:rsid w:val="00817151"/>
    <w:rsid w:val="008175BC"/>
    <w:rsid w:val="00822917"/>
    <w:rsid w:val="00833BE5"/>
    <w:rsid w:val="0083662A"/>
    <w:rsid w:val="00837913"/>
    <w:rsid w:val="00837EF5"/>
    <w:rsid w:val="008427D3"/>
    <w:rsid w:val="00863BDC"/>
    <w:rsid w:val="00872060"/>
    <w:rsid w:val="00893E6B"/>
    <w:rsid w:val="008A21E8"/>
    <w:rsid w:val="008A5856"/>
    <w:rsid w:val="008B476B"/>
    <w:rsid w:val="008B5623"/>
    <w:rsid w:val="008B688C"/>
    <w:rsid w:val="008C1002"/>
    <w:rsid w:val="008C5A3A"/>
    <w:rsid w:val="008C7998"/>
    <w:rsid w:val="008D4349"/>
    <w:rsid w:val="008E079F"/>
    <w:rsid w:val="008E2D1F"/>
    <w:rsid w:val="008E552C"/>
    <w:rsid w:val="008E63DB"/>
    <w:rsid w:val="008F4386"/>
    <w:rsid w:val="008F5508"/>
    <w:rsid w:val="008F6E57"/>
    <w:rsid w:val="00904AC2"/>
    <w:rsid w:val="0091309A"/>
    <w:rsid w:val="00922ECA"/>
    <w:rsid w:val="009250D2"/>
    <w:rsid w:val="009273F4"/>
    <w:rsid w:val="00945B27"/>
    <w:rsid w:val="009525F1"/>
    <w:rsid w:val="00957FC1"/>
    <w:rsid w:val="00961F7B"/>
    <w:rsid w:val="009669A7"/>
    <w:rsid w:val="00971D9D"/>
    <w:rsid w:val="009B5637"/>
    <w:rsid w:val="009E057A"/>
    <w:rsid w:val="009E21CD"/>
    <w:rsid w:val="009E6E01"/>
    <w:rsid w:val="009F2CBA"/>
    <w:rsid w:val="009F34B1"/>
    <w:rsid w:val="009F3E42"/>
    <w:rsid w:val="00A011E2"/>
    <w:rsid w:val="00A11429"/>
    <w:rsid w:val="00A151BB"/>
    <w:rsid w:val="00A20BBD"/>
    <w:rsid w:val="00A20FC5"/>
    <w:rsid w:val="00A31930"/>
    <w:rsid w:val="00A34243"/>
    <w:rsid w:val="00A45A90"/>
    <w:rsid w:val="00A518F6"/>
    <w:rsid w:val="00A5300C"/>
    <w:rsid w:val="00A61183"/>
    <w:rsid w:val="00A62E43"/>
    <w:rsid w:val="00A666C3"/>
    <w:rsid w:val="00A74273"/>
    <w:rsid w:val="00A760D4"/>
    <w:rsid w:val="00A80106"/>
    <w:rsid w:val="00A80A11"/>
    <w:rsid w:val="00A80F88"/>
    <w:rsid w:val="00A812EE"/>
    <w:rsid w:val="00A8410E"/>
    <w:rsid w:val="00AA473E"/>
    <w:rsid w:val="00AA4AAA"/>
    <w:rsid w:val="00AA73E1"/>
    <w:rsid w:val="00AC1AEF"/>
    <w:rsid w:val="00AC60CF"/>
    <w:rsid w:val="00AD2F6D"/>
    <w:rsid w:val="00AD51C8"/>
    <w:rsid w:val="00AD7978"/>
    <w:rsid w:val="00AE7981"/>
    <w:rsid w:val="00AF4F6E"/>
    <w:rsid w:val="00AF4FB2"/>
    <w:rsid w:val="00B06A66"/>
    <w:rsid w:val="00B25084"/>
    <w:rsid w:val="00B37B84"/>
    <w:rsid w:val="00B41371"/>
    <w:rsid w:val="00B45600"/>
    <w:rsid w:val="00B4757C"/>
    <w:rsid w:val="00B53B7B"/>
    <w:rsid w:val="00B60F21"/>
    <w:rsid w:val="00B64E24"/>
    <w:rsid w:val="00B71611"/>
    <w:rsid w:val="00B767B5"/>
    <w:rsid w:val="00B80C1E"/>
    <w:rsid w:val="00B81463"/>
    <w:rsid w:val="00B84EAF"/>
    <w:rsid w:val="00B966F0"/>
    <w:rsid w:val="00BA3FF9"/>
    <w:rsid w:val="00BE3005"/>
    <w:rsid w:val="00BE73C1"/>
    <w:rsid w:val="00C03A99"/>
    <w:rsid w:val="00C06247"/>
    <w:rsid w:val="00C06827"/>
    <w:rsid w:val="00C13D27"/>
    <w:rsid w:val="00C2109C"/>
    <w:rsid w:val="00C23DB4"/>
    <w:rsid w:val="00C30C90"/>
    <w:rsid w:val="00C35484"/>
    <w:rsid w:val="00C41E60"/>
    <w:rsid w:val="00C42BB7"/>
    <w:rsid w:val="00C474BB"/>
    <w:rsid w:val="00C5027D"/>
    <w:rsid w:val="00C54778"/>
    <w:rsid w:val="00C6680D"/>
    <w:rsid w:val="00C72395"/>
    <w:rsid w:val="00C82CAD"/>
    <w:rsid w:val="00CB2F31"/>
    <w:rsid w:val="00CC5269"/>
    <w:rsid w:val="00CE4154"/>
    <w:rsid w:val="00CF2CC3"/>
    <w:rsid w:val="00D1043C"/>
    <w:rsid w:val="00D11E6C"/>
    <w:rsid w:val="00D13C2E"/>
    <w:rsid w:val="00D16B2A"/>
    <w:rsid w:val="00D27264"/>
    <w:rsid w:val="00D279E3"/>
    <w:rsid w:val="00D51D72"/>
    <w:rsid w:val="00D60471"/>
    <w:rsid w:val="00D628EB"/>
    <w:rsid w:val="00D734DA"/>
    <w:rsid w:val="00D81ED7"/>
    <w:rsid w:val="00D85DEE"/>
    <w:rsid w:val="00D943CC"/>
    <w:rsid w:val="00DA0965"/>
    <w:rsid w:val="00DA7E9F"/>
    <w:rsid w:val="00DB26C4"/>
    <w:rsid w:val="00DC1604"/>
    <w:rsid w:val="00DC3AB7"/>
    <w:rsid w:val="00DC673A"/>
    <w:rsid w:val="00DD03B5"/>
    <w:rsid w:val="00DE5436"/>
    <w:rsid w:val="00DE6614"/>
    <w:rsid w:val="00DF018C"/>
    <w:rsid w:val="00E0333F"/>
    <w:rsid w:val="00E04E92"/>
    <w:rsid w:val="00E05E27"/>
    <w:rsid w:val="00E06381"/>
    <w:rsid w:val="00E06DBA"/>
    <w:rsid w:val="00E166BC"/>
    <w:rsid w:val="00E16C1C"/>
    <w:rsid w:val="00E25353"/>
    <w:rsid w:val="00E414FA"/>
    <w:rsid w:val="00E5136A"/>
    <w:rsid w:val="00E60643"/>
    <w:rsid w:val="00E6445E"/>
    <w:rsid w:val="00E80154"/>
    <w:rsid w:val="00E8157C"/>
    <w:rsid w:val="00E81D59"/>
    <w:rsid w:val="00E92828"/>
    <w:rsid w:val="00E93A99"/>
    <w:rsid w:val="00EA100F"/>
    <w:rsid w:val="00EA5FBE"/>
    <w:rsid w:val="00EA6D52"/>
    <w:rsid w:val="00EB68F7"/>
    <w:rsid w:val="00EB7F86"/>
    <w:rsid w:val="00EC2A10"/>
    <w:rsid w:val="00EE3C6E"/>
    <w:rsid w:val="00EE5292"/>
    <w:rsid w:val="00F178E8"/>
    <w:rsid w:val="00F20F4A"/>
    <w:rsid w:val="00F262E8"/>
    <w:rsid w:val="00F3309C"/>
    <w:rsid w:val="00F3782D"/>
    <w:rsid w:val="00F431D0"/>
    <w:rsid w:val="00F438A3"/>
    <w:rsid w:val="00F51AAC"/>
    <w:rsid w:val="00F56007"/>
    <w:rsid w:val="00F72FAF"/>
    <w:rsid w:val="00F76B7E"/>
    <w:rsid w:val="00F80CEB"/>
    <w:rsid w:val="00F85340"/>
    <w:rsid w:val="00F924F5"/>
    <w:rsid w:val="00FA2C83"/>
    <w:rsid w:val="00FB16A7"/>
    <w:rsid w:val="00FC5301"/>
    <w:rsid w:val="00FD1682"/>
    <w:rsid w:val="00FD33E3"/>
    <w:rsid w:val="00FE0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120"/>
  </w:style>
  <w:style w:type="paragraph" w:styleId="3">
    <w:name w:val="heading 3"/>
    <w:basedOn w:val="a"/>
    <w:next w:val="a"/>
    <w:qFormat/>
    <w:rsid w:val="00172120"/>
    <w:pPr>
      <w:keepNext/>
      <w:outlineLvl w:val="2"/>
    </w:pPr>
    <w:rPr>
      <w:rFonts w:ascii="Tahoma" w:hAnsi="Tahoma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172120"/>
    <w:rPr>
      <w:rFonts w:cs="Times New Roman"/>
      <w:color w:val="0000FF"/>
      <w:u w:val="single"/>
    </w:rPr>
  </w:style>
  <w:style w:type="character" w:customStyle="1" w:styleId="Bodytext">
    <w:name w:val="Body text_"/>
    <w:basedOn w:val="a0"/>
    <w:link w:val="Bodytext0"/>
    <w:locked/>
    <w:rsid w:val="00172120"/>
    <w:rPr>
      <w:rFonts w:ascii="Calibri" w:hAnsi="Calibri"/>
      <w:sz w:val="21"/>
      <w:szCs w:val="21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172120"/>
    <w:pPr>
      <w:shd w:val="clear" w:color="auto" w:fill="FFFFFF"/>
      <w:spacing w:after="240" w:line="269" w:lineRule="exact"/>
    </w:pPr>
    <w:rPr>
      <w:rFonts w:ascii="Calibri" w:hAnsi="Calibri"/>
      <w:sz w:val="21"/>
      <w:szCs w:val="21"/>
      <w:shd w:val="clear" w:color="auto" w:fill="FFFFFF"/>
    </w:rPr>
  </w:style>
  <w:style w:type="paragraph" w:styleId="a3">
    <w:name w:val="Balloon Text"/>
    <w:basedOn w:val="a"/>
    <w:semiHidden/>
    <w:rsid w:val="00FA2C8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5125AE"/>
    <w:pPr>
      <w:ind w:left="720"/>
      <w:contextualSpacing/>
    </w:pPr>
  </w:style>
  <w:style w:type="table" w:styleId="a5">
    <w:name w:val="Table Grid"/>
    <w:basedOn w:val="a1"/>
    <w:rsid w:val="009E6E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rsid w:val="009E6E0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rsid w:val="009E6E01"/>
  </w:style>
  <w:style w:type="paragraph" w:styleId="a7">
    <w:name w:val="footer"/>
    <w:basedOn w:val="a"/>
    <w:link w:val="Char0"/>
    <w:rsid w:val="009E6E0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rsid w:val="009E6E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.alevizos\Desktop\&#924;&#917;&#932;&#913;&#934;&#927;&#929;&#913;%20&#924;&#913;&#920;&#919;&#932;&#911;&#925;%20-%20&#922;&#932;&#917;&#923;%202021-22\&#934;&#927;&#929;&#924;&#917;&#931;%20&#917;&#915;&#915;&#929;&#913;&#934;&#937;&#925;\&#904;&#957;&#964;&#965;&#960;&#959;%20&#945;&#953;&#964;&#942;&#956;&#945;&#964;&#959;&#962;%20&#947;&#953;&#945;%20&#964;&#959;&#965;&#962;_&#949;&#954;&#964;&#972;&#962;%20&#935;&#969;&#961;&#959;&#964;&#945;&#958;&#953;&#954;&#942;&#962;%20&#954;&#945;&#964;&#945;&#957;&#959;&#956;&#942;&#962;%20&#960;&#959;&#965;%20&#954;&#945;&#964;&#959;&#953;&#954;&#959;&#973;&#957;%20&#963;&#949;%20&#972;&#956;&#959;&#961;&#951;%20&#928;&#949;&#961;&#953;&#966;&#949;&#961;&#949;&#953;&#945;&#954;&#942;%20&#917;&#957;&#972;&#964;&#951;&#964;&#945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26CA8-E253-4434-BCE6-0D0BC289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Έντυπο αιτήματος για τους_εκτός Χωροταξικής κατανομής που κατοικούν σε όμορη Περιφερειακή Ενότητα</Template>
  <TotalTime>1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ΔΔΕ Ν.Κορινθίας (SDK)</Company>
  <LinksUpToDate>false</LinksUpToDate>
  <CharactersWithSpaces>1309</CharactersWithSpaces>
  <SharedDoc>false</SharedDoc>
  <HLinks>
    <vt:vector size="6" baseType="variant">
      <vt:variant>
        <vt:i4>5177445</vt:i4>
      </vt:variant>
      <vt:variant>
        <vt:i4>0</vt:i4>
      </vt:variant>
      <vt:variant>
        <vt:i4>0</vt:i4>
      </vt:variant>
      <vt:variant>
        <vt:i4>5</vt:i4>
      </vt:variant>
      <vt:variant>
        <vt:lpwstr>mailto:mail@dide.kor.sch.gr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g.alevizos</dc:creator>
  <cp:lastModifiedBy>d.asvestopoylos</cp:lastModifiedBy>
  <cp:revision>2</cp:revision>
  <cp:lastPrinted>2018-07-04T08:17:00Z</cp:lastPrinted>
  <dcterms:created xsi:type="dcterms:W3CDTF">2021-12-02T09:00:00Z</dcterms:created>
  <dcterms:modified xsi:type="dcterms:W3CDTF">2021-12-02T09:00:00Z</dcterms:modified>
</cp:coreProperties>
</file>